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26" w:rsidRPr="009B59CB" w:rsidRDefault="00924626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noProof/>
          <w:sz w:val="28"/>
          <w:szCs w:val="28"/>
          <w:lang w:val="uk-UA"/>
        </w:rPr>
        <w:t>Додаток 10</w:t>
      </w:r>
    </w:p>
    <w:p w:rsidR="00924626" w:rsidRPr="009B59CB" w:rsidRDefault="00924626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районного бюджету</w:t>
      </w:r>
    </w:p>
    <w:p w:rsidR="00924626" w:rsidRPr="009B59CB" w:rsidRDefault="00924626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Володимир-Волинського району</w:t>
      </w:r>
    </w:p>
    <w:p w:rsidR="00924626" w:rsidRPr="009B59CB" w:rsidRDefault="00924626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0568BA">
        <w:rPr>
          <w:rFonts w:ascii="Times New Roman" w:hAnsi="Times New Roman"/>
          <w:noProof/>
          <w:sz w:val="28"/>
          <w:szCs w:val="28"/>
          <w:lang w:val="uk-UA"/>
        </w:rPr>
        <w:t>(абзац третій розділу VII)</w:t>
      </w:r>
    </w:p>
    <w:p w:rsidR="00924626" w:rsidRPr="009B59CB" w:rsidRDefault="00924626" w:rsidP="0091738F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</w:p>
    <w:p w:rsidR="00924626" w:rsidRPr="009B59CB" w:rsidRDefault="00924626" w:rsidP="0091738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>Обсяги капітальних вкладень місцевого бюджету у розрізі інвестиційних проектів</w:t>
      </w:r>
    </w:p>
    <w:p w:rsidR="00924626" w:rsidRPr="009B59CB" w:rsidRDefault="00924626" w:rsidP="0091738F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9B59CB">
        <w:rPr>
          <w:b w:val="0"/>
          <w:bCs w:val="0"/>
          <w:noProof/>
          <w:sz w:val="28"/>
          <w:szCs w:val="28"/>
        </w:rPr>
        <w:t>___</w:t>
      </w:r>
      <w:r>
        <w:rPr>
          <w:b w:val="0"/>
          <w:bCs w:val="0"/>
          <w:noProof/>
          <w:sz w:val="28"/>
          <w:szCs w:val="28"/>
        </w:rPr>
        <w:t>03301200000</w:t>
      </w:r>
      <w:r w:rsidRPr="009B59CB">
        <w:rPr>
          <w:b w:val="0"/>
          <w:bCs w:val="0"/>
          <w:noProof/>
          <w:sz w:val="28"/>
          <w:szCs w:val="28"/>
        </w:rPr>
        <w:t>_______________</w:t>
      </w:r>
    </w:p>
    <w:p w:rsidR="00924626" w:rsidRPr="009B59CB" w:rsidRDefault="00924626" w:rsidP="0091738F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9B59CB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924626" w:rsidRPr="009B59CB" w:rsidRDefault="00924626" w:rsidP="003E01EB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9B59C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3"/>
        <w:gridCol w:w="916"/>
        <w:gridCol w:w="2057"/>
        <w:gridCol w:w="3757"/>
        <w:gridCol w:w="992"/>
        <w:gridCol w:w="851"/>
        <w:gridCol w:w="992"/>
        <w:gridCol w:w="850"/>
        <w:gridCol w:w="709"/>
        <w:gridCol w:w="992"/>
        <w:gridCol w:w="851"/>
        <w:gridCol w:w="992"/>
      </w:tblGrid>
      <w:tr w:rsidR="00924626" w:rsidRPr="009B59CB" w:rsidTr="00794E81">
        <w:trPr>
          <w:cantSplit/>
          <w:trHeight w:val="3452"/>
        </w:trPr>
        <w:tc>
          <w:tcPr>
            <w:tcW w:w="1033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Код Програмної класифікації видатків </w:t>
            </w:r>
            <w:r w:rsidRPr="009B59CB">
              <w:rPr>
                <w:lang w:val="uk-UA"/>
              </w:rPr>
              <w:br/>
              <w:t>та кредитування місцевого бюджету</w:t>
            </w:r>
          </w:p>
        </w:tc>
        <w:tc>
          <w:tcPr>
            <w:tcW w:w="916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2057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757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992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Загальний період реалізації проекту </w:t>
            </w:r>
            <w:r w:rsidRPr="009B59CB">
              <w:rPr>
                <w:lang w:val="uk-UA"/>
              </w:rPr>
              <w:br/>
              <w:t>(рік початку і завершення)</w:t>
            </w:r>
          </w:p>
        </w:tc>
        <w:tc>
          <w:tcPr>
            <w:tcW w:w="851" w:type="dxa"/>
            <w:textDirection w:val="btLr"/>
            <w:vAlign w:val="center"/>
          </w:tcPr>
          <w:p w:rsidR="00924626" w:rsidRPr="009B59CB" w:rsidRDefault="00924626" w:rsidP="00AB0D2B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Загальна вартість проекту</w:t>
            </w:r>
          </w:p>
        </w:tc>
        <w:tc>
          <w:tcPr>
            <w:tcW w:w="992" w:type="dxa"/>
            <w:textDirection w:val="btLr"/>
            <w:vAlign w:val="center"/>
          </w:tcPr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20___ рік</w:t>
            </w:r>
          </w:p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9B59CB">
              <w:rPr>
                <w:sz w:val="20"/>
                <w:szCs w:val="20"/>
              </w:rPr>
              <w:t>(звіт)</w:t>
            </w:r>
          </w:p>
        </w:tc>
        <w:tc>
          <w:tcPr>
            <w:tcW w:w="850" w:type="dxa"/>
            <w:textDirection w:val="btLr"/>
            <w:vAlign w:val="center"/>
          </w:tcPr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709" w:type="dxa"/>
            <w:textDirection w:val="btLr"/>
            <w:vAlign w:val="center"/>
          </w:tcPr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992" w:type="dxa"/>
            <w:textDirection w:val="btLr"/>
            <w:vAlign w:val="center"/>
          </w:tcPr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 xml:space="preserve">20 </w:t>
            </w:r>
            <w:r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851" w:type="dxa"/>
            <w:textDirection w:val="btLr"/>
            <w:vAlign w:val="center"/>
          </w:tcPr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 xml:space="preserve">20 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24626" w:rsidRPr="009B59CB" w:rsidRDefault="00924626" w:rsidP="00AB0D2B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992" w:type="dxa"/>
            <w:textDirection w:val="btLr"/>
            <w:vAlign w:val="center"/>
          </w:tcPr>
          <w:p w:rsidR="00924626" w:rsidRPr="009B59CB" w:rsidRDefault="00924626" w:rsidP="000568B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Очікуваний рівень готовності проекту </w:t>
            </w:r>
            <w:r w:rsidRPr="009B59CB">
              <w:rPr>
                <w:lang w:val="uk-UA"/>
              </w:rPr>
              <w:br/>
              <w:t>на кінець 20</w:t>
            </w:r>
            <w:r>
              <w:rPr>
                <w:lang w:val="uk-UA"/>
              </w:rPr>
              <w:t xml:space="preserve">21 </w:t>
            </w:r>
            <w:r w:rsidRPr="009B59CB">
              <w:rPr>
                <w:lang w:val="uk-UA"/>
              </w:rPr>
              <w:t>року (план), %</w:t>
            </w:r>
          </w:p>
        </w:tc>
      </w:tr>
      <w:tr w:rsidR="00924626" w:rsidRPr="00E7409B" w:rsidTr="00794E81">
        <w:trPr>
          <w:trHeight w:val="435"/>
        </w:trPr>
        <w:tc>
          <w:tcPr>
            <w:tcW w:w="1033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2</w:t>
            </w:r>
          </w:p>
        </w:tc>
        <w:tc>
          <w:tcPr>
            <w:tcW w:w="2057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3</w:t>
            </w:r>
          </w:p>
        </w:tc>
        <w:tc>
          <w:tcPr>
            <w:tcW w:w="3757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10</w:t>
            </w:r>
          </w:p>
        </w:tc>
        <w:tc>
          <w:tcPr>
            <w:tcW w:w="851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24626" w:rsidRPr="00B25198" w:rsidRDefault="00924626" w:rsidP="00AB0D2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2</w:t>
            </w:r>
          </w:p>
        </w:tc>
      </w:tr>
      <w:tr w:rsidR="00924626" w:rsidRPr="00794E81" w:rsidTr="00794E81">
        <w:trPr>
          <w:trHeight w:val="435"/>
        </w:trPr>
        <w:tc>
          <w:tcPr>
            <w:tcW w:w="1033" w:type="dxa"/>
          </w:tcPr>
          <w:p w:rsidR="00924626" w:rsidRPr="00794E81" w:rsidRDefault="00924626" w:rsidP="00AB0D2B">
            <w:pPr>
              <w:pStyle w:val="1"/>
              <w:rPr>
                <w:sz w:val="22"/>
                <w:szCs w:val="22"/>
                <w:lang w:val="uk-UA"/>
              </w:rPr>
            </w:pPr>
          </w:p>
        </w:tc>
        <w:tc>
          <w:tcPr>
            <w:tcW w:w="916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3757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</w:tr>
      <w:tr w:rsidR="00924626" w:rsidRPr="00794E81" w:rsidTr="00794E81">
        <w:trPr>
          <w:trHeight w:val="435"/>
        </w:trPr>
        <w:tc>
          <w:tcPr>
            <w:tcW w:w="1033" w:type="dxa"/>
          </w:tcPr>
          <w:p w:rsidR="00924626" w:rsidRPr="00794E81" w:rsidRDefault="00924626" w:rsidP="00AB0D2B">
            <w:pPr>
              <w:pStyle w:val="1"/>
              <w:rPr>
                <w:sz w:val="22"/>
                <w:szCs w:val="22"/>
                <w:lang w:val="uk-UA"/>
              </w:rPr>
            </w:pPr>
          </w:p>
        </w:tc>
        <w:tc>
          <w:tcPr>
            <w:tcW w:w="916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</w:tcPr>
          <w:p w:rsidR="00924626" w:rsidRPr="00E7409B" w:rsidRDefault="00924626" w:rsidP="00145ED5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3757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</w:tr>
      <w:tr w:rsidR="00924626" w:rsidRPr="00794E81" w:rsidTr="00794E81">
        <w:trPr>
          <w:trHeight w:val="435"/>
        </w:trPr>
        <w:tc>
          <w:tcPr>
            <w:tcW w:w="1033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16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057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3757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709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</w:tr>
      <w:tr w:rsidR="00924626" w:rsidRPr="00E7409B" w:rsidTr="00794E81">
        <w:trPr>
          <w:trHeight w:val="295"/>
        </w:trPr>
        <w:tc>
          <w:tcPr>
            <w:tcW w:w="1033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916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2057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3757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4626" w:rsidRPr="00E7409B" w:rsidRDefault="00924626" w:rsidP="00AB0D2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</w:tr>
    </w:tbl>
    <w:p w:rsidR="00924626" w:rsidRPr="00E7409B" w:rsidRDefault="00924626" w:rsidP="0091738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24626" w:rsidRDefault="00924626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24626" w:rsidRPr="00E7409B" w:rsidRDefault="00924626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24626" w:rsidRDefault="00924626" w:rsidP="003711DD">
      <w:pPr>
        <w:jc w:val="center"/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</w:t>
      </w:r>
    </w:p>
    <w:sectPr w:rsidR="00924626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26" w:rsidRDefault="00924626" w:rsidP="00CC65C7">
      <w:pPr>
        <w:spacing w:after="0" w:line="240" w:lineRule="auto"/>
      </w:pPr>
      <w:r>
        <w:separator/>
      </w:r>
    </w:p>
  </w:endnote>
  <w:endnote w:type="continuationSeparator" w:id="0">
    <w:p w:rsidR="00924626" w:rsidRDefault="00924626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26" w:rsidRDefault="00924626" w:rsidP="00CC65C7">
      <w:pPr>
        <w:spacing w:after="0" w:line="240" w:lineRule="auto"/>
      </w:pPr>
      <w:r>
        <w:separator/>
      </w:r>
    </w:p>
  </w:footnote>
  <w:footnote w:type="continuationSeparator" w:id="0">
    <w:p w:rsidR="00924626" w:rsidRDefault="00924626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26" w:rsidRPr="00CC65C7" w:rsidRDefault="00924626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9</w:t>
    </w:r>
  </w:p>
  <w:p w:rsidR="00924626" w:rsidRDefault="009246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568BA"/>
    <w:rsid w:val="000D73C4"/>
    <w:rsid w:val="00145ED5"/>
    <w:rsid w:val="00170098"/>
    <w:rsid w:val="001C435E"/>
    <w:rsid w:val="001D5621"/>
    <w:rsid w:val="003522C0"/>
    <w:rsid w:val="003711DD"/>
    <w:rsid w:val="003E01EB"/>
    <w:rsid w:val="00427411"/>
    <w:rsid w:val="004571A0"/>
    <w:rsid w:val="005A244B"/>
    <w:rsid w:val="00634C74"/>
    <w:rsid w:val="006F2B31"/>
    <w:rsid w:val="00794E81"/>
    <w:rsid w:val="007B1A9C"/>
    <w:rsid w:val="008416F9"/>
    <w:rsid w:val="008812FA"/>
    <w:rsid w:val="0091738F"/>
    <w:rsid w:val="00924626"/>
    <w:rsid w:val="00942B6A"/>
    <w:rsid w:val="0098608D"/>
    <w:rsid w:val="009B59CB"/>
    <w:rsid w:val="00AB0D2B"/>
    <w:rsid w:val="00AD0F5D"/>
    <w:rsid w:val="00B25198"/>
    <w:rsid w:val="00B400D9"/>
    <w:rsid w:val="00B83392"/>
    <w:rsid w:val="00BB413A"/>
    <w:rsid w:val="00C36474"/>
    <w:rsid w:val="00C6331D"/>
    <w:rsid w:val="00C76CE0"/>
    <w:rsid w:val="00CB721A"/>
    <w:rsid w:val="00CC65C7"/>
    <w:rsid w:val="00CD6062"/>
    <w:rsid w:val="00D32118"/>
    <w:rsid w:val="00D52AEA"/>
    <w:rsid w:val="00E7409B"/>
    <w:rsid w:val="00F91AAF"/>
    <w:rsid w:val="00FB59A4"/>
    <w:rsid w:val="00FD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uiPriority w:val="99"/>
    <w:rsid w:val="0091738F"/>
    <w:rPr>
      <w:rFonts w:ascii="Times New Roman" w:eastAsia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156</Words>
  <Characters>890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</dc:title>
  <dc:subject/>
  <dc:creator>Degterova</dc:creator>
  <cp:keywords/>
  <dc:description/>
  <cp:lastModifiedBy>Боруцька</cp:lastModifiedBy>
  <cp:revision>4</cp:revision>
  <dcterms:created xsi:type="dcterms:W3CDTF">2021-08-11T09:40:00Z</dcterms:created>
  <dcterms:modified xsi:type="dcterms:W3CDTF">2021-08-12T09:48:00Z</dcterms:modified>
</cp:coreProperties>
</file>